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C0D8D" w14:textId="77777777" w:rsidR="00791417" w:rsidRPr="007D3186" w:rsidRDefault="00791417" w:rsidP="00791417">
      <w:pPr>
        <w:pStyle w:val="Cartable"/>
        <w:rPr>
          <w:color w:val="000000"/>
        </w:rPr>
      </w:pPr>
      <w:r w:rsidRPr="007D3186">
        <w:rPr>
          <w:color w:val="000000"/>
        </w:rPr>
        <w:t xml:space="preserve">Extrait 1 </w:t>
      </w:r>
    </w:p>
    <w:p w14:paraId="45B09DCF" w14:textId="77777777" w:rsidR="00791417" w:rsidRPr="007D3186" w:rsidRDefault="00791417" w:rsidP="00791417">
      <w:pPr>
        <w:pStyle w:val="Cartable"/>
        <w:rPr>
          <w:color w:val="000000"/>
          <w:szCs w:val="24"/>
          <w:u w:val="single"/>
        </w:rPr>
      </w:pPr>
      <w:r w:rsidRPr="007D3186">
        <w:rPr>
          <w:color w:val="000000"/>
          <w:u w:val="single"/>
        </w:rPr>
        <w:t>Méduse, la plus monstrueuse des Gorgones</w:t>
      </w:r>
    </w:p>
    <w:p w14:paraId="23A2E1E5" w14:textId="77777777" w:rsidR="00791417" w:rsidRPr="007D3186" w:rsidRDefault="00791417" w:rsidP="007D3186">
      <w:pPr>
        <w:pStyle w:val="Cartable"/>
        <w:rPr>
          <w:color w:val="FF0000"/>
          <w:szCs w:val="24"/>
        </w:rPr>
      </w:pPr>
      <w:r w:rsidRPr="007D3186">
        <w:rPr>
          <w:color w:val="0000FF"/>
          <w:szCs w:val="24"/>
        </w:rPr>
        <w:t xml:space="preserve">Le roi </w:t>
      </w:r>
      <w:proofErr w:type="spellStart"/>
      <w:r w:rsidRPr="007D3186">
        <w:rPr>
          <w:color w:val="0000FF"/>
          <w:szCs w:val="24"/>
        </w:rPr>
        <w:t>Polydectès</w:t>
      </w:r>
      <w:proofErr w:type="spellEnd"/>
      <w:r w:rsidRPr="007D3186">
        <w:rPr>
          <w:color w:val="0000FF"/>
          <w:szCs w:val="24"/>
        </w:rPr>
        <w:t xml:space="preserve"> voulait à tout prix se débarrasser </w:t>
      </w:r>
      <w:r w:rsidRPr="007D3186">
        <w:rPr>
          <w:color w:val="FF0000"/>
          <w:szCs w:val="24"/>
        </w:rPr>
        <w:t xml:space="preserve">de Persée. Il lui suggéra alors une aventure bien </w:t>
      </w:r>
      <w:r w:rsidRPr="007D3186">
        <w:rPr>
          <w:color w:val="00CC00"/>
          <w:szCs w:val="24"/>
        </w:rPr>
        <w:t xml:space="preserve">périlleuse :  trancher la tête de Méduse, la Gorgone. </w:t>
      </w:r>
      <w:r w:rsidRPr="007D3186">
        <w:rPr>
          <w:color w:val="0000FF"/>
          <w:szCs w:val="24"/>
        </w:rPr>
        <w:t xml:space="preserve">En envoyant combattre ce terrible monstre, le roi </w:t>
      </w:r>
      <w:r w:rsidRPr="007D3186">
        <w:rPr>
          <w:color w:val="FF0000"/>
          <w:szCs w:val="24"/>
        </w:rPr>
        <w:t xml:space="preserve">était persuadé que Persée ne reviendrait plus </w:t>
      </w:r>
      <w:r w:rsidRPr="007D3186">
        <w:rPr>
          <w:color w:val="00CC00"/>
          <w:szCs w:val="24"/>
        </w:rPr>
        <w:t xml:space="preserve">jamais. Persée était un jeune homme fort et </w:t>
      </w:r>
      <w:r w:rsidRPr="007D3186">
        <w:rPr>
          <w:color w:val="0000FF"/>
          <w:szCs w:val="24"/>
        </w:rPr>
        <w:t xml:space="preserve">intrépide, aspirant à la gloire et aux aventures ; il </w:t>
      </w:r>
      <w:r w:rsidRPr="007D3186">
        <w:rPr>
          <w:color w:val="FF0000"/>
          <w:szCs w:val="24"/>
        </w:rPr>
        <w:t xml:space="preserve">accepta de relever le défi. Après s’être armé de son </w:t>
      </w:r>
      <w:r w:rsidRPr="007D3186">
        <w:rPr>
          <w:color w:val="00CC00"/>
          <w:szCs w:val="24"/>
        </w:rPr>
        <w:t xml:space="preserve">bouclier et de son glaive, Persée quitta son village, </w:t>
      </w:r>
      <w:r w:rsidRPr="007D3186">
        <w:rPr>
          <w:color w:val="0000FF"/>
          <w:szCs w:val="24"/>
        </w:rPr>
        <w:t xml:space="preserve">marcha plusieurs heures puis il s’assit dans un lieu </w:t>
      </w:r>
      <w:r w:rsidRPr="007D3186">
        <w:rPr>
          <w:color w:val="FF0000"/>
          <w:szCs w:val="24"/>
        </w:rPr>
        <w:t xml:space="preserve">solitaire pour se reposer. </w:t>
      </w:r>
    </w:p>
    <w:p w14:paraId="3AC0E3E9" w14:textId="77777777" w:rsidR="00791417" w:rsidRPr="007D3186" w:rsidRDefault="00791417" w:rsidP="007D3186">
      <w:pPr>
        <w:pStyle w:val="Cartable"/>
        <w:rPr>
          <w:color w:val="00CC00"/>
        </w:rPr>
      </w:pPr>
    </w:p>
    <w:p w14:paraId="14F433B2" w14:textId="77777777" w:rsidR="00791417" w:rsidRPr="007D3186" w:rsidRDefault="00791417" w:rsidP="007D3186">
      <w:pPr>
        <w:pStyle w:val="Cartable"/>
        <w:rPr>
          <w:color w:val="FF0000"/>
        </w:rPr>
      </w:pPr>
      <w:r w:rsidRPr="007D3186">
        <w:rPr>
          <w:color w:val="0000FF"/>
        </w:rPr>
        <w:lastRenderedPageBreak/>
        <w:t xml:space="preserve">Persée pensa qu’il avait fort peu de chances de </w:t>
      </w:r>
      <w:r w:rsidRPr="007D3186">
        <w:rPr>
          <w:color w:val="FF0000"/>
        </w:rPr>
        <w:t xml:space="preserve">réussir, que probablement il serait transformé en </w:t>
      </w:r>
      <w:r w:rsidRPr="007D3186">
        <w:rPr>
          <w:color w:val="00CC00"/>
        </w:rPr>
        <w:t xml:space="preserve">bloc de pierre lorsqu’il approcherait de Méduse, et </w:t>
      </w:r>
      <w:r w:rsidRPr="007D3186">
        <w:rPr>
          <w:color w:val="0000FF"/>
        </w:rPr>
        <w:t xml:space="preserve">que par conséquent, il ne pourrait pas rapporter la </w:t>
      </w:r>
      <w:r w:rsidRPr="007D3186">
        <w:rPr>
          <w:color w:val="FF0000"/>
        </w:rPr>
        <w:t xml:space="preserve">tête de la Gorgone. C’était une bien sombre </w:t>
      </w:r>
      <w:r w:rsidRPr="007D3186">
        <w:rPr>
          <w:color w:val="00CC00"/>
        </w:rPr>
        <w:t xml:space="preserve">perspective pour un jeune homme ambitieux </w:t>
      </w:r>
      <w:r w:rsidRPr="007D3186">
        <w:rPr>
          <w:color w:val="0000FF"/>
        </w:rPr>
        <w:t xml:space="preserve">d’accomplir un grand nombre d’exploits. Ces </w:t>
      </w:r>
      <w:r w:rsidRPr="007D3186">
        <w:rPr>
          <w:color w:val="FF0000"/>
        </w:rPr>
        <w:t xml:space="preserve">pensées jetaient une telle tristesse dans le cœur de </w:t>
      </w:r>
      <w:r w:rsidRPr="007D3186">
        <w:rPr>
          <w:color w:val="00CC00"/>
        </w:rPr>
        <w:t xml:space="preserve">Persée, qu’il ne parvint pas à retenir ses larmes. </w:t>
      </w:r>
      <w:r w:rsidRPr="007D3186">
        <w:rPr>
          <w:color w:val="0000FF"/>
        </w:rPr>
        <w:t xml:space="preserve">Tout à coup, Persée entendit une voix derrière lui </w:t>
      </w:r>
      <w:r w:rsidR="005A443E">
        <w:rPr>
          <w:color w:val="FF0000"/>
        </w:rPr>
        <w:t>disan</w:t>
      </w:r>
      <w:r w:rsidRPr="007D3186">
        <w:rPr>
          <w:color w:val="FF0000"/>
        </w:rPr>
        <w:t xml:space="preserve">t : </w:t>
      </w:r>
    </w:p>
    <w:p w14:paraId="776FE32A" w14:textId="77777777" w:rsidR="00791417" w:rsidRPr="007D3186" w:rsidRDefault="00791417" w:rsidP="007D3186">
      <w:pPr>
        <w:pStyle w:val="Cartable"/>
        <w:rPr>
          <w:color w:val="00CC00"/>
        </w:rPr>
      </w:pPr>
      <w:r w:rsidRPr="007D3186">
        <w:rPr>
          <w:color w:val="00CC00"/>
        </w:rPr>
        <w:t>« Persée, pourquoi es-tu si triste ? »</w:t>
      </w:r>
    </w:p>
    <w:p w14:paraId="1A6AC89B" w14:textId="77777777" w:rsidR="00791417" w:rsidRPr="007D3186" w:rsidRDefault="00791417" w:rsidP="007D3186">
      <w:pPr>
        <w:pStyle w:val="Cartable"/>
        <w:rPr>
          <w:color w:val="0000FF"/>
        </w:rPr>
      </w:pPr>
      <w:r w:rsidRPr="007D3186">
        <w:rPr>
          <w:color w:val="0000FF"/>
        </w:rPr>
        <w:t xml:space="preserve">Il leva la tête, fort surpris de ce qu’il venait </w:t>
      </w:r>
      <w:r w:rsidRPr="007D3186">
        <w:rPr>
          <w:color w:val="FF0000"/>
        </w:rPr>
        <w:t xml:space="preserve">d’entendre, car il se croyait seul, et vit un étranger à </w:t>
      </w:r>
      <w:r w:rsidRPr="007D3186">
        <w:rPr>
          <w:color w:val="00CC00"/>
        </w:rPr>
        <w:t xml:space="preserve">l’œil vif, intelligent et remarquablement rusé, qui </w:t>
      </w:r>
      <w:r w:rsidRPr="007D3186">
        <w:rPr>
          <w:color w:val="0000FF"/>
        </w:rPr>
        <w:lastRenderedPageBreak/>
        <w:t xml:space="preserve">avait un manteau flottant sur les épaules, un </w:t>
      </w:r>
      <w:r w:rsidRPr="007D3186">
        <w:rPr>
          <w:color w:val="FF0000"/>
        </w:rPr>
        <w:t xml:space="preserve">chapeau bizarre sur la tête et à la main un petit </w:t>
      </w:r>
      <w:r w:rsidRPr="007D3186">
        <w:rPr>
          <w:color w:val="00CC00"/>
        </w:rPr>
        <w:t xml:space="preserve">bâton. Il paraissait excessivement léger comme une </w:t>
      </w:r>
      <w:r w:rsidRPr="007D3186">
        <w:rPr>
          <w:color w:val="0000FF"/>
        </w:rPr>
        <w:t xml:space="preserve">personne habituée aux exercices de gymnastique. </w:t>
      </w:r>
      <w:r w:rsidRPr="007D3186">
        <w:rPr>
          <w:color w:val="FF0000"/>
        </w:rPr>
        <w:t xml:space="preserve">À chaque pas, il semblait flotter dans les airs. Il avait </w:t>
      </w:r>
      <w:r w:rsidRPr="007D3186">
        <w:rPr>
          <w:color w:val="00CC00"/>
        </w:rPr>
        <w:t xml:space="preserve">en outre un air gai, un regard doux bien qu’un peu </w:t>
      </w:r>
      <w:r w:rsidRPr="007D3186">
        <w:rPr>
          <w:color w:val="0000FF"/>
        </w:rPr>
        <w:t xml:space="preserve">malicieux et un large sourire dévoilant de grandes </w:t>
      </w:r>
      <w:r w:rsidRPr="007D3186">
        <w:rPr>
          <w:color w:val="FF0000"/>
        </w:rPr>
        <w:t xml:space="preserve">dents blanches. Persée se sentit honteux d’avoir </w:t>
      </w:r>
      <w:r w:rsidRPr="007D3186">
        <w:rPr>
          <w:color w:val="00CC00"/>
        </w:rPr>
        <w:t xml:space="preserve">été surpris en train de pleurer. Il essuya donc ses </w:t>
      </w:r>
      <w:r w:rsidRPr="007D3186">
        <w:rPr>
          <w:color w:val="0000FF"/>
        </w:rPr>
        <w:t xml:space="preserve">yeux et répondit à l’inconnu : </w:t>
      </w:r>
    </w:p>
    <w:p w14:paraId="0D9EB003" w14:textId="77777777" w:rsidR="00791417" w:rsidRPr="007D3186" w:rsidRDefault="00791417" w:rsidP="007D3186">
      <w:pPr>
        <w:pStyle w:val="Cartable"/>
        <w:rPr>
          <w:color w:val="00CC00"/>
        </w:rPr>
      </w:pPr>
      <w:r w:rsidRPr="007D3186">
        <w:rPr>
          <w:color w:val="FF0000"/>
        </w:rPr>
        <w:t xml:space="preserve">« Je ne suis pas triste, mais je rêve à une aventure </w:t>
      </w:r>
      <w:r w:rsidRPr="007D3186">
        <w:rPr>
          <w:color w:val="00CC00"/>
        </w:rPr>
        <w:t>que je veux tenter.</w:t>
      </w:r>
    </w:p>
    <w:p w14:paraId="1BD3246E" w14:textId="77777777" w:rsidR="00791417" w:rsidRPr="007D3186" w:rsidRDefault="00791417" w:rsidP="007D3186">
      <w:pPr>
        <w:pStyle w:val="Cartable"/>
        <w:rPr>
          <w:color w:val="00CC00"/>
        </w:rPr>
      </w:pPr>
      <w:r w:rsidRPr="007D3186">
        <w:rPr>
          <w:color w:val="0000FF"/>
        </w:rPr>
        <w:t xml:space="preserve">Dis-moi ce que c’est, reprit l’étranger. Je te serai </w:t>
      </w:r>
      <w:r w:rsidRPr="007D3186">
        <w:rPr>
          <w:color w:val="FF0000"/>
        </w:rPr>
        <w:t xml:space="preserve">peut-être de quelque utilité. J’ai aidé beaucoup de </w:t>
      </w:r>
      <w:r w:rsidRPr="007D3186">
        <w:rPr>
          <w:color w:val="00CC00"/>
        </w:rPr>
        <w:t xml:space="preserve">jeunes gens qui se trouvaient dans des situations </w:t>
      </w:r>
      <w:r w:rsidRPr="007D3186">
        <w:rPr>
          <w:color w:val="0000FF"/>
        </w:rPr>
        <w:lastRenderedPageBreak/>
        <w:t xml:space="preserve">jugées très difficiles. Dis-moi quelle est cette </w:t>
      </w:r>
      <w:r w:rsidRPr="007D3186">
        <w:rPr>
          <w:color w:val="FF0000"/>
        </w:rPr>
        <w:t xml:space="preserve">aventure dont tu rêves et nous verrons ensuite ce </w:t>
      </w:r>
      <w:r w:rsidRPr="007D3186">
        <w:rPr>
          <w:color w:val="00CC00"/>
        </w:rPr>
        <w:t xml:space="preserve">que nous avons à faire. </w:t>
      </w:r>
    </w:p>
    <w:p w14:paraId="0E29526D" w14:textId="77777777" w:rsidR="00791417" w:rsidRPr="007D3186" w:rsidRDefault="00791417" w:rsidP="007D3186">
      <w:pPr>
        <w:pStyle w:val="Cartable"/>
        <w:rPr>
          <w:color w:val="0000FF"/>
        </w:rPr>
      </w:pPr>
      <w:r w:rsidRPr="007D3186">
        <w:rPr>
          <w:color w:val="0000FF"/>
        </w:rPr>
        <w:t>Mais qui es-tu ? demanda Persée à l’étranger</w:t>
      </w:r>
      <w:r w:rsidR="0046673D">
        <w:rPr>
          <w:color w:val="0000FF"/>
        </w:rPr>
        <w:t>.</w:t>
      </w:r>
    </w:p>
    <w:p w14:paraId="624BD77E" w14:textId="6359A52B" w:rsidR="00791417" w:rsidRPr="007D3186" w:rsidRDefault="00791417" w:rsidP="007D3186">
      <w:pPr>
        <w:pStyle w:val="Cartable"/>
        <w:rPr>
          <w:color w:val="FF0000"/>
        </w:rPr>
      </w:pPr>
      <w:r w:rsidRPr="007D3186">
        <w:rPr>
          <w:color w:val="FF0000"/>
        </w:rPr>
        <w:t>Je m’étonne que tu n’ai</w:t>
      </w:r>
      <w:r w:rsidR="00C64965">
        <w:rPr>
          <w:color w:val="FF0000"/>
        </w:rPr>
        <w:t>e</w:t>
      </w:r>
      <w:r w:rsidRPr="007D3186">
        <w:rPr>
          <w:color w:val="FF0000"/>
        </w:rPr>
        <w:t xml:space="preserve">s jamais entendu parler de </w:t>
      </w:r>
      <w:r w:rsidRPr="007D3186">
        <w:rPr>
          <w:color w:val="00CC00"/>
        </w:rPr>
        <w:t xml:space="preserve">moi ! Je suis pourtant connu dans tout le pays et </w:t>
      </w:r>
      <w:r w:rsidRPr="007D3186">
        <w:rPr>
          <w:color w:val="0000FF"/>
        </w:rPr>
        <w:t>sous plusieurs noms ; mais tu peux m’appeler Vif-</w:t>
      </w:r>
      <w:r w:rsidRPr="007D3186">
        <w:rPr>
          <w:color w:val="FF0000"/>
        </w:rPr>
        <w:t>Argent. »</w:t>
      </w:r>
    </w:p>
    <w:p w14:paraId="1296E9F2" w14:textId="77777777" w:rsidR="00791417" w:rsidRPr="007D3186" w:rsidRDefault="00791417" w:rsidP="007D3186">
      <w:pPr>
        <w:pStyle w:val="Cartable"/>
        <w:rPr>
          <w:color w:val="FF0000"/>
        </w:rPr>
      </w:pPr>
      <w:r w:rsidRPr="007D3186">
        <w:rPr>
          <w:color w:val="00CC00"/>
        </w:rPr>
        <w:t xml:space="preserve">Les paroles et les manières de l’étranger étaient si </w:t>
      </w:r>
      <w:r w:rsidRPr="007D3186">
        <w:rPr>
          <w:color w:val="0000FF"/>
        </w:rPr>
        <w:t xml:space="preserve">aimables que Persée se résolut à tout lui raconter : </w:t>
      </w:r>
      <w:r w:rsidRPr="007D3186">
        <w:rPr>
          <w:color w:val="FF0000"/>
        </w:rPr>
        <w:t xml:space="preserve">le défi du roi </w:t>
      </w:r>
      <w:proofErr w:type="spellStart"/>
      <w:r w:rsidRPr="007D3186">
        <w:rPr>
          <w:color w:val="FF0000"/>
        </w:rPr>
        <w:t>Polydectès</w:t>
      </w:r>
      <w:proofErr w:type="spellEnd"/>
      <w:r w:rsidRPr="007D3186">
        <w:rPr>
          <w:color w:val="FF0000"/>
        </w:rPr>
        <w:t xml:space="preserve">, comment il s’était engagé </w:t>
      </w:r>
      <w:r w:rsidRPr="007D3186">
        <w:rPr>
          <w:color w:val="00CC00"/>
        </w:rPr>
        <w:t xml:space="preserve">à trancher la tête de Méduse, mais qu’il n’avait </w:t>
      </w:r>
      <w:r w:rsidRPr="007D3186">
        <w:rPr>
          <w:color w:val="0000FF"/>
        </w:rPr>
        <w:t xml:space="preserve">aucune idée de l’endroit où se trouvait Méduse et </w:t>
      </w:r>
      <w:r w:rsidRPr="007D3186">
        <w:rPr>
          <w:color w:val="FF0000"/>
        </w:rPr>
        <w:t>surtout qu’il avait peur d’être changé en pierre.</w:t>
      </w:r>
    </w:p>
    <w:p w14:paraId="4299B557" w14:textId="77777777" w:rsidR="00791417" w:rsidRPr="007D3186" w:rsidRDefault="00791417" w:rsidP="007D3186">
      <w:pPr>
        <w:pStyle w:val="Cartable"/>
        <w:rPr>
          <w:color w:val="FF0000"/>
        </w:rPr>
      </w:pPr>
      <w:r w:rsidRPr="007D3186">
        <w:rPr>
          <w:color w:val="00CC00"/>
        </w:rPr>
        <w:lastRenderedPageBreak/>
        <w:t xml:space="preserve">« Et ce serait grand dommage, répondit Vif-Argent </w:t>
      </w:r>
      <w:r w:rsidRPr="007D3186">
        <w:rPr>
          <w:color w:val="0000FF"/>
        </w:rPr>
        <w:t xml:space="preserve">avec un sourire plein de malice. Tu ferais, il est vrai, </w:t>
      </w:r>
      <w:r w:rsidRPr="007D3186">
        <w:rPr>
          <w:color w:val="FF0000"/>
        </w:rPr>
        <w:t>une belle statue de marbre. </w:t>
      </w:r>
    </w:p>
    <w:p w14:paraId="1DCEAEF0" w14:textId="77777777" w:rsidR="00791417" w:rsidRPr="007D3186" w:rsidRDefault="00791417" w:rsidP="007D3186">
      <w:pPr>
        <w:pStyle w:val="Cartable"/>
        <w:rPr>
          <w:color w:val="FF0000"/>
        </w:rPr>
      </w:pPr>
      <w:r w:rsidRPr="007D3186">
        <w:rPr>
          <w:color w:val="00CC00"/>
        </w:rPr>
        <w:t xml:space="preserve">Ne te moque pas, Vif-Argent ! Que deviendrait ma </w:t>
      </w:r>
      <w:r w:rsidRPr="007D3186">
        <w:rPr>
          <w:color w:val="0000FF"/>
        </w:rPr>
        <w:t xml:space="preserve">mère s’il m’arrivait une telle chose ? Je suis son seul </w:t>
      </w:r>
      <w:r w:rsidRPr="007D3186">
        <w:rPr>
          <w:color w:val="FF0000"/>
        </w:rPr>
        <w:t>fils, s’écrie Persée les yeux encore humides.</w:t>
      </w:r>
    </w:p>
    <w:p w14:paraId="1D19E8FC" w14:textId="77777777" w:rsidR="00791417" w:rsidRPr="007D3186" w:rsidRDefault="00791417" w:rsidP="007D3186">
      <w:pPr>
        <w:pStyle w:val="Cartable"/>
        <w:rPr>
          <w:color w:val="FF0000"/>
        </w:rPr>
      </w:pPr>
      <w:r w:rsidRPr="007D3186">
        <w:rPr>
          <w:color w:val="00CC00"/>
        </w:rPr>
        <w:t xml:space="preserve">Eh bien ! Faisons en sorte que cela n’arrive pas. Si </w:t>
      </w:r>
      <w:r w:rsidRPr="007D3186">
        <w:rPr>
          <w:color w:val="0000FF"/>
        </w:rPr>
        <w:t xml:space="preserve">quelqu’un a le pouvoir de t’aider, c’est bien moi ! </w:t>
      </w:r>
      <w:r w:rsidRPr="007D3186">
        <w:rPr>
          <w:color w:val="FF0000"/>
        </w:rPr>
        <w:t xml:space="preserve">Mais dis-moi d’abord, que sais-tu de Méduse ? </w:t>
      </w:r>
    </w:p>
    <w:p w14:paraId="060BBD14" w14:textId="77777777" w:rsidR="00791417" w:rsidRPr="007D3186" w:rsidRDefault="00791417" w:rsidP="007D3186">
      <w:pPr>
        <w:pStyle w:val="Cartable"/>
        <w:rPr>
          <w:color w:val="00CC00"/>
        </w:rPr>
      </w:pPr>
      <w:r w:rsidRPr="007D3186">
        <w:rPr>
          <w:color w:val="00CC00"/>
        </w:rPr>
        <w:t xml:space="preserve">Pas grand-chose, malheureusement ! Je sais que </w:t>
      </w:r>
      <w:r w:rsidRPr="007D3186">
        <w:rPr>
          <w:color w:val="0000FF"/>
        </w:rPr>
        <w:t xml:space="preserve">c’est une créature qui a le pouvoir de changer les </w:t>
      </w:r>
      <w:r w:rsidRPr="007D3186">
        <w:rPr>
          <w:color w:val="FF0000"/>
        </w:rPr>
        <w:t xml:space="preserve">hommes en pierre. Seulement, j’ignore où elle vit et </w:t>
      </w:r>
      <w:r w:rsidRPr="007D3186">
        <w:rPr>
          <w:color w:val="00CC00"/>
        </w:rPr>
        <w:t>comment la tuer.</w:t>
      </w:r>
    </w:p>
    <w:p w14:paraId="0B615E38" w14:textId="77777777" w:rsidR="00791417" w:rsidRPr="007D3186" w:rsidRDefault="00791417" w:rsidP="007D3186">
      <w:pPr>
        <w:pStyle w:val="Cartable"/>
        <w:rPr>
          <w:color w:val="0000FF"/>
        </w:rPr>
      </w:pPr>
      <w:r w:rsidRPr="007D3186">
        <w:rPr>
          <w:color w:val="0000FF"/>
        </w:rPr>
        <w:lastRenderedPageBreak/>
        <w:t xml:space="preserve">Hum </w:t>
      </w:r>
      <w:proofErr w:type="spellStart"/>
      <w:r w:rsidRPr="007D3186">
        <w:rPr>
          <w:color w:val="0000FF"/>
        </w:rPr>
        <w:t>hum</w:t>
      </w:r>
      <w:proofErr w:type="spellEnd"/>
      <w:r w:rsidRPr="007D3186">
        <w:rPr>
          <w:color w:val="0000FF"/>
        </w:rPr>
        <w:t xml:space="preserve"> .... Laisse-moi te décrire Méduse. Mais </w:t>
      </w:r>
      <w:r w:rsidRPr="007D3186">
        <w:rPr>
          <w:color w:val="FF0000"/>
        </w:rPr>
        <w:t xml:space="preserve">commence d’abord par rendre ton bouclier assez </w:t>
      </w:r>
      <w:r w:rsidRPr="007D3186">
        <w:rPr>
          <w:color w:val="00CC00"/>
        </w:rPr>
        <w:t xml:space="preserve">brillant pour que tu puisses t’y voir aussi </w:t>
      </w:r>
      <w:r w:rsidRPr="007D3186">
        <w:rPr>
          <w:color w:val="0000FF"/>
        </w:rPr>
        <w:t>distinctement que dans un miroir.»</w:t>
      </w:r>
    </w:p>
    <w:p w14:paraId="3168356E" w14:textId="77777777" w:rsidR="00791417" w:rsidRPr="007D3186" w:rsidRDefault="00791417" w:rsidP="007D3186">
      <w:pPr>
        <w:pStyle w:val="Cartable"/>
        <w:rPr>
          <w:color w:val="0000FF"/>
        </w:rPr>
      </w:pPr>
      <w:r w:rsidRPr="007D3186">
        <w:rPr>
          <w:color w:val="FF0000"/>
        </w:rPr>
        <w:t xml:space="preserve">Cela sembla assez étrange à Persée de nettoyer </w:t>
      </w:r>
      <w:r w:rsidRPr="007D3186">
        <w:rPr>
          <w:color w:val="00CC00"/>
        </w:rPr>
        <w:t xml:space="preserve">son bouclier car il croyait plus important d’avoir un </w:t>
      </w:r>
      <w:r w:rsidRPr="007D3186">
        <w:rPr>
          <w:color w:val="0000FF"/>
        </w:rPr>
        <w:t xml:space="preserve">bouclier assez fort pour le protéger contre les griffes </w:t>
      </w:r>
      <w:r w:rsidRPr="007D3186">
        <w:rPr>
          <w:color w:val="FF0000"/>
        </w:rPr>
        <w:t xml:space="preserve">de la Gorgone, que de pouvoir s’y mirer. </w:t>
      </w:r>
      <w:r w:rsidRPr="007D3186">
        <w:rPr>
          <w:color w:val="00CC00"/>
        </w:rPr>
        <w:t xml:space="preserve">Néanmoins, persuadé que Vif-Argent en savait plus </w:t>
      </w:r>
      <w:r w:rsidRPr="007D3186">
        <w:rPr>
          <w:color w:val="0000FF"/>
        </w:rPr>
        <w:t xml:space="preserve">long que lui, il se mit immédiatement à l’œuvre, et </w:t>
      </w:r>
      <w:r w:rsidRPr="007D3186">
        <w:rPr>
          <w:color w:val="FF0000"/>
        </w:rPr>
        <w:t>frotta son bouclier avec beaucoup d’énergie. Vif-</w:t>
      </w:r>
      <w:r w:rsidRPr="007D3186">
        <w:rPr>
          <w:color w:val="00CC00"/>
        </w:rPr>
        <w:t xml:space="preserve">Argent regarda ce travail avec un sourire, et fit un </w:t>
      </w:r>
      <w:r w:rsidRPr="007D3186">
        <w:rPr>
          <w:color w:val="0000FF"/>
        </w:rPr>
        <w:t xml:space="preserve">signe d’approbation : </w:t>
      </w:r>
    </w:p>
    <w:p w14:paraId="05D68173" w14:textId="77777777" w:rsidR="00791417" w:rsidRPr="007D3186" w:rsidRDefault="00791417" w:rsidP="007D3186">
      <w:pPr>
        <w:pStyle w:val="Cartable"/>
        <w:rPr>
          <w:color w:val="0000FF"/>
        </w:rPr>
      </w:pPr>
      <w:r w:rsidRPr="007D3186">
        <w:rPr>
          <w:color w:val="FF0000"/>
        </w:rPr>
        <w:t xml:space="preserve">« Quand j’étais petit, mon père me racontait souvent </w:t>
      </w:r>
      <w:r w:rsidRPr="007D3186">
        <w:rPr>
          <w:color w:val="00CC00"/>
        </w:rPr>
        <w:t xml:space="preserve">l’histoire des Gorgones. Il me les décrivait si </w:t>
      </w:r>
      <w:r w:rsidRPr="007D3186">
        <w:rPr>
          <w:color w:val="0000FF"/>
        </w:rPr>
        <w:lastRenderedPageBreak/>
        <w:t xml:space="preserve">précisément que je pouvais les dessiner les yeux </w:t>
      </w:r>
      <w:r w:rsidRPr="007D3186">
        <w:rPr>
          <w:color w:val="FF0000"/>
        </w:rPr>
        <w:t xml:space="preserve">fermés. Mon père me racontait qu’il y avait trois </w:t>
      </w:r>
      <w:r w:rsidRPr="007D3186">
        <w:rPr>
          <w:color w:val="00CC00"/>
        </w:rPr>
        <w:t xml:space="preserve">Gorgones, trois sœurs qui ressemblaient à des </w:t>
      </w:r>
      <w:r w:rsidRPr="007D3186">
        <w:rPr>
          <w:color w:val="0000FF"/>
        </w:rPr>
        <w:t xml:space="preserve">femmes ; pourtant elles appartenaient à la plus </w:t>
      </w:r>
      <w:r w:rsidRPr="007D3186">
        <w:rPr>
          <w:color w:val="FF0000"/>
        </w:rPr>
        <w:t xml:space="preserve">horrible et dangereuse espèce de dragons. </w:t>
      </w:r>
      <w:proofErr w:type="gramStart"/>
      <w:r w:rsidRPr="007D3186">
        <w:rPr>
          <w:color w:val="FF0000"/>
        </w:rPr>
        <w:t>C’était</w:t>
      </w:r>
      <w:proofErr w:type="gramEnd"/>
      <w:r w:rsidRPr="007D3186">
        <w:rPr>
          <w:color w:val="FF0000"/>
        </w:rPr>
        <w:t xml:space="preserve"> </w:t>
      </w:r>
      <w:r w:rsidRPr="007D3186">
        <w:rPr>
          <w:color w:val="00CC00"/>
        </w:rPr>
        <w:t xml:space="preserve">les monstres les plus étranges et les plus terribles </w:t>
      </w:r>
      <w:r w:rsidRPr="007D3186">
        <w:rPr>
          <w:color w:val="0000FF"/>
        </w:rPr>
        <w:t xml:space="preserve">qu’on eût vus depuis que le monde existait. </w:t>
      </w:r>
      <w:r w:rsidRPr="007D3186">
        <w:rPr>
          <w:color w:val="FF0000"/>
        </w:rPr>
        <w:t xml:space="preserve">Personne ne pouvait dire si elles appartenaient à la </w:t>
      </w:r>
      <w:r w:rsidRPr="007D3186">
        <w:rPr>
          <w:color w:val="00CC00"/>
        </w:rPr>
        <w:t xml:space="preserve">terre ou à l’enfer tant leur aspect était hideux. À la </w:t>
      </w:r>
      <w:r w:rsidRPr="007D3186">
        <w:rPr>
          <w:color w:val="0000FF"/>
        </w:rPr>
        <w:t xml:space="preserve">place de cheveux, ces horribles créatures avaient </w:t>
      </w:r>
      <w:r w:rsidRPr="007D3186">
        <w:rPr>
          <w:color w:val="FF0000"/>
        </w:rPr>
        <w:t xml:space="preserve">sur la tête une centaine de serpents se tordant, se </w:t>
      </w:r>
      <w:r w:rsidRPr="007D3186">
        <w:rPr>
          <w:color w:val="00CC00"/>
        </w:rPr>
        <w:t xml:space="preserve">repliant, s’entrelaçant, et allongeant des langues </w:t>
      </w:r>
      <w:r w:rsidRPr="007D3186">
        <w:rPr>
          <w:color w:val="0000FF"/>
        </w:rPr>
        <w:t xml:space="preserve">venimeuses armées d’un double dard. Leurs dents, </w:t>
      </w:r>
      <w:r w:rsidRPr="007D3186">
        <w:rPr>
          <w:color w:val="FF0000"/>
        </w:rPr>
        <w:t xml:space="preserve">comme celles des sangliers, étaient des défenses </w:t>
      </w:r>
      <w:r w:rsidRPr="007D3186">
        <w:rPr>
          <w:color w:val="00CC00"/>
        </w:rPr>
        <w:t xml:space="preserve">d’une longueur effrayante ; leurs mains étaient en </w:t>
      </w:r>
      <w:r w:rsidRPr="007D3186">
        <w:rPr>
          <w:color w:val="0000FF"/>
        </w:rPr>
        <w:lastRenderedPageBreak/>
        <w:t>bronze, leur</w:t>
      </w:r>
      <w:r w:rsidR="0046673D">
        <w:rPr>
          <w:color w:val="0000FF"/>
        </w:rPr>
        <w:t>s</w:t>
      </w:r>
      <w:r w:rsidRPr="007D3186">
        <w:rPr>
          <w:color w:val="0000FF"/>
        </w:rPr>
        <w:t xml:space="preserve"> corps étai</w:t>
      </w:r>
      <w:r w:rsidR="0046673D">
        <w:rPr>
          <w:color w:val="0000FF"/>
        </w:rPr>
        <w:t>en</w:t>
      </w:r>
      <w:r w:rsidRPr="007D3186">
        <w:rPr>
          <w:color w:val="0000FF"/>
        </w:rPr>
        <w:t>t couvert</w:t>
      </w:r>
      <w:r w:rsidR="0046673D">
        <w:rPr>
          <w:color w:val="0000FF"/>
        </w:rPr>
        <w:t>s</w:t>
      </w:r>
      <w:r w:rsidRPr="007D3186">
        <w:rPr>
          <w:color w:val="0000FF"/>
        </w:rPr>
        <w:t xml:space="preserve"> d’écailles aussi </w:t>
      </w:r>
      <w:r w:rsidRPr="007D3186">
        <w:rPr>
          <w:color w:val="FF0000"/>
        </w:rPr>
        <w:t xml:space="preserve">dures et aussi impénétrables que le fer. Mais ce </w:t>
      </w:r>
      <w:r w:rsidRPr="007D3186">
        <w:rPr>
          <w:color w:val="00CC00"/>
        </w:rPr>
        <w:t xml:space="preserve">n’est pas tout, Persée !  Les Gorgones avaient des </w:t>
      </w:r>
      <w:r w:rsidRPr="007D3186">
        <w:rPr>
          <w:color w:val="0000FF"/>
        </w:rPr>
        <w:t xml:space="preserve">ailes dont chaque plume était de l’or le plus pur. </w:t>
      </w:r>
      <w:r w:rsidRPr="007D3186">
        <w:rPr>
          <w:color w:val="FF0000"/>
        </w:rPr>
        <w:t xml:space="preserve">Quand elles prenaient leur vol au soleil, on en restait </w:t>
      </w:r>
      <w:r w:rsidRPr="007D3186">
        <w:rPr>
          <w:color w:val="00CC00"/>
        </w:rPr>
        <w:t xml:space="preserve">ébloui. Cependant, personne ne s’attardait à les </w:t>
      </w:r>
      <w:r w:rsidRPr="007D3186">
        <w:rPr>
          <w:color w:val="0000FF"/>
        </w:rPr>
        <w:t xml:space="preserve">contempler, c’était courir un trop grand danger. </w:t>
      </w:r>
      <w:r w:rsidRPr="007D3186">
        <w:rPr>
          <w:color w:val="FF0000"/>
        </w:rPr>
        <w:t xml:space="preserve">Ceux qui, par hasard, croisaient le chemin des </w:t>
      </w:r>
      <w:r w:rsidRPr="007D3186">
        <w:rPr>
          <w:color w:val="00CC00"/>
        </w:rPr>
        <w:t xml:space="preserve">Gorgones, s’enfuyaient à toutes jambes, de peur </w:t>
      </w:r>
      <w:r w:rsidRPr="007D3186">
        <w:rPr>
          <w:color w:val="0000FF"/>
        </w:rPr>
        <w:t>d’être immédiatement changé en statue de pierre. »</w:t>
      </w:r>
    </w:p>
    <w:p w14:paraId="1130CD01" w14:textId="77777777" w:rsidR="00791417" w:rsidRPr="007D3186" w:rsidRDefault="00791417" w:rsidP="007D3186">
      <w:pPr>
        <w:pStyle w:val="Cartable"/>
        <w:rPr>
          <w:color w:val="0000FF"/>
        </w:rPr>
      </w:pPr>
      <w:r w:rsidRPr="007D3186">
        <w:rPr>
          <w:color w:val="FF0000"/>
        </w:rPr>
        <w:t xml:space="preserve">Après ces paroles, Persée sentit qu’il ne pourrait </w:t>
      </w:r>
      <w:r w:rsidRPr="007D3186">
        <w:rPr>
          <w:color w:val="00CC00"/>
        </w:rPr>
        <w:t xml:space="preserve">jamais vaincre Méduse. Non seulement il lui fallait </w:t>
      </w:r>
      <w:r w:rsidRPr="007D3186">
        <w:rPr>
          <w:color w:val="0000FF"/>
        </w:rPr>
        <w:t xml:space="preserve">combattre et tuer ce monstre aux ailes d’or, aux </w:t>
      </w:r>
      <w:r w:rsidRPr="007D3186">
        <w:rPr>
          <w:color w:val="FF0000"/>
        </w:rPr>
        <w:t xml:space="preserve">écailles de fer, aux dents énormes, aux griffes de </w:t>
      </w:r>
      <w:r w:rsidRPr="007D3186">
        <w:rPr>
          <w:color w:val="00CC00"/>
        </w:rPr>
        <w:t xml:space="preserve">bronze et à la chevelure de serpents ; mais il fallait </w:t>
      </w:r>
      <w:r w:rsidRPr="007D3186">
        <w:rPr>
          <w:color w:val="0000FF"/>
        </w:rPr>
        <w:lastRenderedPageBreak/>
        <w:t xml:space="preserve">y parvenir en ayant les yeux fermés : car, en la </w:t>
      </w:r>
      <w:r w:rsidRPr="007D3186">
        <w:rPr>
          <w:color w:val="FF0000"/>
        </w:rPr>
        <w:t xml:space="preserve">regardant son corps se serait pétrifié et aurait gardé </w:t>
      </w:r>
      <w:r w:rsidRPr="007D3186">
        <w:rPr>
          <w:color w:val="00CC00"/>
        </w:rPr>
        <w:t xml:space="preserve">cette position pendant des siècles, jusqu’à ce que </w:t>
      </w:r>
      <w:r w:rsidRPr="007D3186">
        <w:rPr>
          <w:color w:val="0000FF"/>
        </w:rPr>
        <w:t xml:space="preserve">le temps l’eût réduit en poussière. Voyant les tristes </w:t>
      </w:r>
      <w:r w:rsidRPr="007D3186">
        <w:rPr>
          <w:color w:val="FF0000"/>
        </w:rPr>
        <w:t xml:space="preserve">pensées que son ami avait en tête, Vif-Argent </w:t>
      </w:r>
      <w:r w:rsidRPr="007D3186">
        <w:rPr>
          <w:color w:val="00CC00"/>
        </w:rPr>
        <w:t xml:space="preserve">tapota doucement l’épaule de Persée pour le </w:t>
      </w:r>
      <w:r w:rsidRPr="007D3186">
        <w:rPr>
          <w:color w:val="0000FF"/>
        </w:rPr>
        <w:t xml:space="preserve">réconforter. </w:t>
      </w:r>
    </w:p>
    <w:p w14:paraId="183569FF" w14:textId="77777777" w:rsidR="00791417" w:rsidRPr="007D3186" w:rsidRDefault="00791417" w:rsidP="007D3186">
      <w:pPr>
        <w:pStyle w:val="Cartable"/>
        <w:rPr>
          <w:color w:val="00CC00"/>
        </w:rPr>
      </w:pPr>
      <w:r w:rsidRPr="007D3186">
        <w:rPr>
          <w:color w:val="FF0000"/>
        </w:rPr>
        <w:t xml:space="preserve">« C’est une aventure bien périlleuse qu’a imaginée </w:t>
      </w:r>
      <w:r w:rsidRPr="007D3186">
        <w:rPr>
          <w:color w:val="00CC00"/>
        </w:rPr>
        <w:t xml:space="preserve">le roi </w:t>
      </w:r>
      <w:proofErr w:type="spellStart"/>
      <w:r w:rsidRPr="007D3186">
        <w:rPr>
          <w:color w:val="00CC00"/>
        </w:rPr>
        <w:t>Polydectès</w:t>
      </w:r>
      <w:proofErr w:type="spellEnd"/>
      <w:r w:rsidRPr="007D3186">
        <w:rPr>
          <w:color w:val="00CC00"/>
        </w:rPr>
        <w:t xml:space="preserve"> pour toi, Persée. Mais si tu as du </w:t>
      </w:r>
      <w:r w:rsidRPr="007D3186">
        <w:rPr>
          <w:color w:val="0000FF"/>
        </w:rPr>
        <w:t xml:space="preserve">courage et de la prudence, et que tu veuilles suivre </w:t>
      </w:r>
      <w:r w:rsidRPr="007D3186">
        <w:rPr>
          <w:color w:val="FF0000"/>
        </w:rPr>
        <w:t xml:space="preserve">ponctuellement mes conseils, tu n’as pas à craindre </w:t>
      </w:r>
      <w:r w:rsidRPr="007D3186">
        <w:rPr>
          <w:color w:val="00CC00"/>
        </w:rPr>
        <w:t>un seul instant d’être pétrifié par la Gorgone. Fais-</w:t>
      </w:r>
      <w:r w:rsidRPr="007D3186">
        <w:rPr>
          <w:color w:val="0000FF"/>
        </w:rPr>
        <w:t xml:space="preserve">moi confiance ! La première chose à faire est de </w:t>
      </w:r>
      <w:r w:rsidRPr="007D3186">
        <w:rPr>
          <w:color w:val="FF0000"/>
        </w:rPr>
        <w:t xml:space="preserve">trouver les trois vieilles femmes aux cheveux gris, </w:t>
      </w:r>
      <w:r w:rsidRPr="007D3186">
        <w:rPr>
          <w:color w:val="00CC00"/>
        </w:rPr>
        <w:t>qui nous diront où l’on peut découvrir les Gorgones.</w:t>
      </w:r>
    </w:p>
    <w:p w14:paraId="54300BD1" w14:textId="77777777" w:rsidR="00791417" w:rsidRPr="007D3186" w:rsidRDefault="00791417" w:rsidP="007D3186">
      <w:pPr>
        <w:pStyle w:val="Cartable"/>
        <w:rPr>
          <w:color w:val="0000FF"/>
        </w:rPr>
      </w:pPr>
      <w:r w:rsidRPr="007D3186">
        <w:rPr>
          <w:color w:val="0000FF"/>
        </w:rPr>
        <w:lastRenderedPageBreak/>
        <w:t xml:space="preserve">— Les trois femmes aux cheveux gris ! s’écria </w:t>
      </w:r>
      <w:r w:rsidRPr="007D3186">
        <w:rPr>
          <w:color w:val="FF0000"/>
        </w:rPr>
        <w:t xml:space="preserve">Persée, à qui cela parut une nouvelle difficulté à </w:t>
      </w:r>
      <w:r w:rsidR="00C20327" w:rsidRPr="00C20327">
        <w:rPr>
          <w:color w:val="00CC00"/>
        </w:rPr>
        <w:t>surm</w:t>
      </w:r>
      <w:r w:rsidRPr="007D3186">
        <w:rPr>
          <w:color w:val="00CC00"/>
        </w:rPr>
        <w:t xml:space="preserve">onter. Qui sont ces trois femmes dont je n’ai </w:t>
      </w:r>
      <w:r w:rsidRPr="00C20327">
        <w:rPr>
          <w:color w:val="0000FF"/>
        </w:rPr>
        <w:t>jamais</w:t>
      </w:r>
      <w:r w:rsidRPr="007D3186">
        <w:rPr>
          <w:color w:val="00CC00"/>
        </w:rPr>
        <w:t xml:space="preserve"> </w:t>
      </w:r>
      <w:r w:rsidRPr="007D3186">
        <w:rPr>
          <w:color w:val="0000FF"/>
        </w:rPr>
        <w:t>entendu parler de ma vie ?</w:t>
      </w:r>
    </w:p>
    <w:p w14:paraId="524222E6" w14:textId="77777777" w:rsidR="00791417" w:rsidRPr="007D3186" w:rsidRDefault="00791417" w:rsidP="007D3186">
      <w:pPr>
        <w:pStyle w:val="Cartable"/>
        <w:rPr>
          <w:color w:val="0000FF"/>
        </w:rPr>
      </w:pPr>
      <w:r w:rsidRPr="007D3186">
        <w:rPr>
          <w:color w:val="FF0000"/>
        </w:rPr>
        <w:t xml:space="preserve">— Ce sont de vieilles dames fort étranges, dit en </w:t>
      </w:r>
      <w:r w:rsidRPr="007D3186">
        <w:rPr>
          <w:color w:val="00CC00"/>
        </w:rPr>
        <w:t xml:space="preserve">riant Vif-Argent. Elles n’ont qu’un œil et qu’une dent </w:t>
      </w:r>
      <w:r w:rsidRPr="007D3186">
        <w:rPr>
          <w:color w:val="0000FF"/>
        </w:rPr>
        <w:t xml:space="preserve">pour elles trois. Elles ne se montrent jamais en plein </w:t>
      </w:r>
      <w:r w:rsidRPr="007D3186">
        <w:rPr>
          <w:color w:val="FF0000"/>
        </w:rPr>
        <w:t xml:space="preserve">jour, ni même au clair de lune. Nous devons donc </w:t>
      </w:r>
      <w:r w:rsidRPr="007D3186">
        <w:rPr>
          <w:color w:val="00CC00"/>
        </w:rPr>
        <w:t xml:space="preserve">les aborder à la tombée de la nuit. Allons Persée, </w:t>
      </w:r>
      <w:r w:rsidRPr="007D3186">
        <w:rPr>
          <w:color w:val="0000FF"/>
        </w:rPr>
        <w:t>lève-toi ! Nous partons ! »</w:t>
      </w:r>
    </w:p>
    <w:p w14:paraId="4E41A074" w14:textId="77777777" w:rsidR="00791417" w:rsidRPr="007D3186" w:rsidRDefault="00791417" w:rsidP="00791417">
      <w:pPr>
        <w:pStyle w:val="Cartable"/>
        <w:rPr>
          <w:color w:val="00CC00"/>
        </w:rPr>
      </w:pPr>
      <w:r w:rsidRPr="007D3186">
        <w:rPr>
          <w:color w:val="FF0000"/>
        </w:rPr>
        <w:t xml:space="preserve">Vif-Argent saisit aussitôt le sac et le bouclier de </w:t>
      </w:r>
      <w:r w:rsidRPr="007D3186">
        <w:rPr>
          <w:color w:val="00CC00"/>
        </w:rPr>
        <w:t xml:space="preserve">Persée et se mit en marche. Il fit signe à Persée de </w:t>
      </w:r>
      <w:r w:rsidRPr="007D3186">
        <w:rPr>
          <w:color w:val="0000FF"/>
        </w:rPr>
        <w:t xml:space="preserve">le suivre et le jeune garçon se leva précipitamment </w:t>
      </w:r>
      <w:r w:rsidRPr="007D3186">
        <w:rPr>
          <w:color w:val="FF0000"/>
        </w:rPr>
        <w:t xml:space="preserve">pour le rattraper, ce qui n’était pas si aisé à faire car </w:t>
      </w:r>
      <w:r w:rsidRPr="007D3186">
        <w:rPr>
          <w:color w:val="00CC00"/>
        </w:rPr>
        <w:t xml:space="preserve">Vif-Argent avançait aussi rapidement que l’air. </w:t>
      </w:r>
    </w:p>
    <w:sectPr w:rsidR="00791417" w:rsidRPr="007D3186" w:rsidSect="00791417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Libertine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771A5E"/>
    <w:multiLevelType w:val="hybridMultilevel"/>
    <w:tmpl w:val="A16C5700"/>
    <w:lvl w:ilvl="0" w:tplc="756E9AD0">
      <w:numFmt w:val="bullet"/>
      <w:lvlText w:val="—"/>
      <w:lvlJc w:val="left"/>
      <w:pPr>
        <w:ind w:left="405" w:hanging="360"/>
      </w:pPr>
      <w:rPr>
        <w:rFonts w:ascii="Calibri Light" w:eastAsia="LinLibertine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417"/>
    <w:rsid w:val="00002084"/>
    <w:rsid w:val="00005205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54C15"/>
    <w:rsid w:val="00167292"/>
    <w:rsid w:val="0018578F"/>
    <w:rsid w:val="00192F72"/>
    <w:rsid w:val="001C7C50"/>
    <w:rsid w:val="001F4971"/>
    <w:rsid w:val="002037B3"/>
    <w:rsid w:val="00217BC4"/>
    <w:rsid w:val="00221DEC"/>
    <w:rsid w:val="00230032"/>
    <w:rsid w:val="00232AEA"/>
    <w:rsid w:val="00244C23"/>
    <w:rsid w:val="002520C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314605"/>
    <w:rsid w:val="00314D44"/>
    <w:rsid w:val="003253DD"/>
    <w:rsid w:val="00336682"/>
    <w:rsid w:val="00367C72"/>
    <w:rsid w:val="00374A9E"/>
    <w:rsid w:val="00394626"/>
    <w:rsid w:val="003B4595"/>
    <w:rsid w:val="003C5858"/>
    <w:rsid w:val="003E5244"/>
    <w:rsid w:val="003F09CC"/>
    <w:rsid w:val="00412B56"/>
    <w:rsid w:val="00422386"/>
    <w:rsid w:val="00431AFD"/>
    <w:rsid w:val="004439DF"/>
    <w:rsid w:val="00460428"/>
    <w:rsid w:val="0046673D"/>
    <w:rsid w:val="00490966"/>
    <w:rsid w:val="00495CA4"/>
    <w:rsid w:val="004B32AD"/>
    <w:rsid w:val="004F02E3"/>
    <w:rsid w:val="004F1F8D"/>
    <w:rsid w:val="0052089B"/>
    <w:rsid w:val="00520DEA"/>
    <w:rsid w:val="005272FF"/>
    <w:rsid w:val="00533911"/>
    <w:rsid w:val="00535536"/>
    <w:rsid w:val="0055212F"/>
    <w:rsid w:val="005722A6"/>
    <w:rsid w:val="005810DA"/>
    <w:rsid w:val="005879A3"/>
    <w:rsid w:val="005A443E"/>
    <w:rsid w:val="005C7FC2"/>
    <w:rsid w:val="00613ABB"/>
    <w:rsid w:val="0062153D"/>
    <w:rsid w:val="0062626B"/>
    <w:rsid w:val="00636FBC"/>
    <w:rsid w:val="00643F62"/>
    <w:rsid w:val="00653BF0"/>
    <w:rsid w:val="00685DD5"/>
    <w:rsid w:val="006C5A12"/>
    <w:rsid w:val="006C6B0B"/>
    <w:rsid w:val="006C74BD"/>
    <w:rsid w:val="006D25CF"/>
    <w:rsid w:val="006E6473"/>
    <w:rsid w:val="0071246B"/>
    <w:rsid w:val="0072281C"/>
    <w:rsid w:val="007229E0"/>
    <w:rsid w:val="00731354"/>
    <w:rsid w:val="00732B53"/>
    <w:rsid w:val="00761E84"/>
    <w:rsid w:val="00762CD0"/>
    <w:rsid w:val="00777BE8"/>
    <w:rsid w:val="00784E38"/>
    <w:rsid w:val="00791417"/>
    <w:rsid w:val="007A6120"/>
    <w:rsid w:val="007A6EB7"/>
    <w:rsid w:val="007C34A1"/>
    <w:rsid w:val="007C4470"/>
    <w:rsid w:val="007D2C10"/>
    <w:rsid w:val="007D3186"/>
    <w:rsid w:val="007D522F"/>
    <w:rsid w:val="007E5B9F"/>
    <w:rsid w:val="008078F6"/>
    <w:rsid w:val="0081609E"/>
    <w:rsid w:val="0084195F"/>
    <w:rsid w:val="008457CA"/>
    <w:rsid w:val="00852228"/>
    <w:rsid w:val="008555D1"/>
    <w:rsid w:val="00861682"/>
    <w:rsid w:val="00861956"/>
    <w:rsid w:val="008624BE"/>
    <w:rsid w:val="008837ED"/>
    <w:rsid w:val="00894344"/>
    <w:rsid w:val="008A5EB5"/>
    <w:rsid w:val="008C5275"/>
    <w:rsid w:val="008D550D"/>
    <w:rsid w:val="008E0AAE"/>
    <w:rsid w:val="008E15FE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F2151"/>
    <w:rsid w:val="009F3B42"/>
    <w:rsid w:val="00A3423C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77CC"/>
    <w:rsid w:val="00BB13FC"/>
    <w:rsid w:val="00BB4BC1"/>
    <w:rsid w:val="00BC14CE"/>
    <w:rsid w:val="00BD0CDE"/>
    <w:rsid w:val="00BE2013"/>
    <w:rsid w:val="00BF1C0D"/>
    <w:rsid w:val="00BF7D76"/>
    <w:rsid w:val="00C1709E"/>
    <w:rsid w:val="00C20327"/>
    <w:rsid w:val="00C624CD"/>
    <w:rsid w:val="00C64965"/>
    <w:rsid w:val="00C74A98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E06C19"/>
    <w:rsid w:val="00E107F5"/>
    <w:rsid w:val="00E152C6"/>
    <w:rsid w:val="00E1699D"/>
    <w:rsid w:val="00E2479D"/>
    <w:rsid w:val="00E82B50"/>
    <w:rsid w:val="00E85B8E"/>
    <w:rsid w:val="00E97227"/>
    <w:rsid w:val="00EA297A"/>
    <w:rsid w:val="00EB5851"/>
    <w:rsid w:val="00EC5130"/>
    <w:rsid w:val="00EC7C85"/>
    <w:rsid w:val="00ED1B70"/>
    <w:rsid w:val="00EE379E"/>
    <w:rsid w:val="00EF402A"/>
    <w:rsid w:val="00F07391"/>
    <w:rsid w:val="00F24CA7"/>
    <w:rsid w:val="00F262A7"/>
    <w:rsid w:val="00F35785"/>
    <w:rsid w:val="00F74E5F"/>
    <w:rsid w:val="00FA2C45"/>
    <w:rsid w:val="00FD7CC5"/>
    <w:rsid w:val="00FE02F7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04C23"/>
  <w15:docId w15:val="{9E5AB008-3A57-4D2D-802A-8F8724A9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0C3"/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52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2520C3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252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252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252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1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sistante\Documents\Adaptateur2013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904E2-0C04-4D6E-9A7F-A1857EB7E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Adaptateur2013</Template>
  <TotalTime>6</TotalTime>
  <Pages>10</Pages>
  <Words>1065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6</cp:revision>
  <cp:lastPrinted>2017-08-04T12:13:00Z</cp:lastPrinted>
  <dcterms:created xsi:type="dcterms:W3CDTF">2017-07-10T09:21:00Z</dcterms:created>
  <dcterms:modified xsi:type="dcterms:W3CDTF">2020-12-31T16:07:00Z</dcterms:modified>
</cp:coreProperties>
</file>